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05CC816A" w:rsidR="009F392E" w:rsidRDefault="009753F4" w:rsidP="00F0533E">
      <w:pPr>
        <w:rPr>
          <w:noProof/>
        </w:rPr>
      </w:pPr>
      <w:r>
        <w:rPr>
          <w:noProof/>
        </w:rPr>
        <w:t>Příloha č. 2</w:t>
      </w:r>
      <w:bookmarkStart w:id="0" w:name="_GoBack"/>
      <w:bookmarkEnd w:id="0"/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04676D" w:rsidRPr="00FD23CD" w14:paraId="2FF52EF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3D7E" w14:textId="7E011E25" w:rsidR="0004676D" w:rsidRPr="00E002C3" w:rsidRDefault="0004676D" w:rsidP="0004676D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66E5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4BC4372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574479B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58EBBAF5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67024F0" w14:textId="77777777" w:rsidR="0004676D" w:rsidRPr="000E5CAE" w:rsidRDefault="0004676D" w:rsidP="0004676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DE9086E" w14:textId="77460684" w:rsidR="0004676D" w:rsidRPr="000E5CAE" w:rsidRDefault="0004676D" w:rsidP="0004676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04676D" w:rsidRPr="00FD23CD" w14:paraId="1C5A130C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27E7" w14:textId="57A6CC9D" w:rsidR="0004676D" w:rsidRPr="00E002C3" w:rsidRDefault="0004676D" w:rsidP="0004676D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97D9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C42407E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4B0E163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0C374F8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56B3E6A" w14:textId="77777777" w:rsidR="0004676D" w:rsidRPr="000E5CAE" w:rsidRDefault="0004676D" w:rsidP="0004676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975841D" w14:textId="4E4626C6" w:rsidR="0004676D" w:rsidRPr="000E5CAE" w:rsidRDefault="0004676D" w:rsidP="0004676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04676D" w:rsidRPr="00FD23CD" w14:paraId="1C3842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B059" w14:textId="6F7C0F80" w:rsidR="0004676D" w:rsidRPr="00E002C3" w:rsidRDefault="0004676D" w:rsidP="0004676D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9E8F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CAE8D93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F79E7AB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2B9457E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8ABB95B" w14:textId="77777777" w:rsidR="0004676D" w:rsidRPr="000E5CAE" w:rsidRDefault="0004676D" w:rsidP="0004676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D5836B9" w14:textId="2EF2B5F2" w:rsidR="0004676D" w:rsidRPr="000E5CAE" w:rsidRDefault="0004676D" w:rsidP="0004676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04676D" w:rsidRPr="00FD23CD" w14:paraId="6617799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2382" w14:textId="51B291D5" w:rsidR="0004676D" w:rsidRPr="00E002C3" w:rsidRDefault="0004676D" w:rsidP="0004676D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6B19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7C68C4D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701473B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716736E" w14:textId="77777777" w:rsidR="0004676D" w:rsidRPr="000E5CAE" w:rsidRDefault="0004676D" w:rsidP="0004676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3572A5D" w14:textId="77777777" w:rsidR="0004676D" w:rsidRPr="000E5CAE" w:rsidRDefault="0004676D" w:rsidP="0004676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EAE0C38" w14:textId="3200FEBD" w:rsidR="0004676D" w:rsidRPr="000E5CAE" w:rsidRDefault="0004676D" w:rsidP="0004676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proofErr w:type="gram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</w:t>
      </w:r>
      <w:proofErr w:type="gramEnd"/>
      <w:r w:rsidRPr="007A43E2">
        <w:rPr>
          <w:rFonts w:ascii="Verdana" w:hAnsi="Verdana"/>
          <w:color w:val="000000"/>
        </w:rPr>
        <w:t xml:space="preserve">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5F9EC48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53F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53F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46DCCA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53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53F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4676D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753F4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9E5AE1-365B-4C85-9FFB-94DB6FAF2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18</TotalTime>
  <Pages>3</Pages>
  <Words>242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15</cp:revision>
  <cp:lastPrinted>2017-11-28T17:18:00Z</cp:lastPrinted>
  <dcterms:created xsi:type="dcterms:W3CDTF">2020-02-20T14:02:00Z</dcterms:created>
  <dcterms:modified xsi:type="dcterms:W3CDTF">2022-06-20T09:57:00Z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